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2C" w:rsidRPr="00E615D2" w:rsidRDefault="00FD63BB" w:rsidP="00FD63BB">
      <w:pPr>
        <w:tabs>
          <w:tab w:val="left" w:pos="12407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8C3C02">
        <w:rPr>
          <w:rFonts w:ascii="Calibri" w:hAnsi="Calibri" w:cs="Calibri"/>
          <w:b/>
          <w:sz w:val="22"/>
          <w:szCs w:val="22"/>
        </w:rPr>
        <w:t xml:space="preserve">                        ANEXA 21</w:t>
      </w:r>
    </w:p>
    <w:p w:rsidR="006B6B2C" w:rsidRPr="00E615D2" w:rsidRDefault="006B6B2C" w:rsidP="006B6B2C">
      <w:pPr>
        <w:rPr>
          <w:rFonts w:ascii="Calibri" w:hAnsi="Calibri" w:cs="Calibri"/>
          <w:b/>
          <w:sz w:val="22"/>
          <w:szCs w:val="22"/>
        </w:rPr>
      </w:pPr>
    </w:p>
    <w:p w:rsidR="006B6B2C" w:rsidRPr="00E615D2" w:rsidRDefault="006B6B2C" w:rsidP="006B6B2C">
      <w:pPr>
        <w:rPr>
          <w:rFonts w:ascii="Calibri" w:hAnsi="Calibri" w:cs="Calibri"/>
          <w:sz w:val="22"/>
          <w:szCs w:val="22"/>
        </w:rPr>
      </w:pPr>
    </w:p>
    <w:p w:rsidR="001726E9" w:rsidRDefault="001726E9" w:rsidP="00695B5E">
      <w:pPr>
        <w:rPr>
          <w:rFonts w:ascii="Calibri" w:hAnsi="Calibri" w:cs="Calibri"/>
          <w:sz w:val="22"/>
          <w:szCs w:val="22"/>
        </w:rPr>
      </w:pPr>
    </w:p>
    <w:p w:rsidR="00454743" w:rsidRDefault="00454743" w:rsidP="00454743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:rsidR="001726E9" w:rsidRDefault="001726E9" w:rsidP="001726E9">
      <w:pPr>
        <w:jc w:val="right"/>
        <w:rPr>
          <w:rFonts w:ascii="Calibri" w:hAnsi="Calibri" w:cs="Calibri"/>
          <w:sz w:val="22"/>
          <w:szCs w:val="22"/>
        </w:rPr>
      </w:pPr>
    </w:p>
    <w:p w:rsidR="001726E9" w:rsidRDefault="001726E9" w:rsidP="001726E9">
      <w:pPr>
        <w:rPr>
          <w:rFonts w:ascii="Calibri" w:hAnsi="Calibri" w:cs="Calibri"/>
          <w:sz w:val="22"/>
          <w:szCs w:val="22"/>
        </w:rPr>
      </w:pPr>
    </w:p>
    <w:p w:rsidR="00D77FEF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PLANUL DE MONITORIZARE AL </w:t>
      </w:r>
    </w:p>
    <w:p w:rsidR="0009018B" w:rsidRPr="00454743" w:rsidRDefault="009164A5" w:rsidP="00DD7B14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:rsidR="00DD7B14" w:rsidRPr="00DD7B14" w:rsidRDefault="00DD7B14" w:rsidP="00DD7B14">
      <w:pPr>
        <w:jc w:val="center"/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695B5E" w:rsidRDefault="00695B5E" w:rsidP="009A760C">
      <w:pPr>
        <w:rPr>
          <w:rFonts w:ascii="Calibri" w:hAnsi="Calibri" w:cs="Calibri"/>
          <w:b/>
          <w:sz w:val="44"/>
          <w:szCs w:val="44"/>
        </w:rPr>
      </w:pPr>
    </w:p>
    <w:p w:rsidR="00DD7B14" w:rsidRDefault="00DD7B14" w:rsidP="009A760C">
      <w:pPr>
        <w:jc w:val="both"/>
        <w:rPr>
          <w:rFonts w:ascii="Calibri" w:hAnsi="Calibri" w:cs="Calibri"/>
        </w:rPr>
      </w:pPr>
    </w:p>
    <w:p w:rsidR="009164A5" w:rsidRDefault="009164A5" w:rsidP="009A760C">
      <w:pPr>
        <w:jc w:val="both"/>
        <w:rPr>
          <w:rFonts w:ascii="Calibri" w:hAnsi="Calibri" w:cs="Calibri"/>
        </w:rPr>
      </w:pPr>
    </w:p>
    <w:p w:rsidR="009164A5" w:rsidRPr="009A760C" w:rsidRDefault="009164A5" w:rsidP="009A760C">
      <w:pPr>
        <w:jc w:val="both"/>
        <w:rPr>
          <w:rFonts w:ascii="Calibri" w:hAnsi="Calibri" w:cs="Calibri"/>
        </w:rPr>
      </w:pPr>
    </w:p>
    <w:p w:rsidR="009A760C" w:rsidRDefault="009A760C" w:rsidP="00390E47">
      <w:pPr>
        <w:rPr>
          <w:rFonts w:ascii="Calibri" w:hAnsi="Calibri" w:cs="Calibri"/>
          <w:b/>
        </w:rPr>
      </w:pPr>
    </w:p>
    <w:p w:rsidR="000E59DA" w:rsidRPr="00695B5E" w:rsidRDefault="000E59DA" w:rsidP="00390E47">
      <w:pPr>
        <w:rPr>
          <w:rFonts w:ascii="Calibri" w:hAnsi="Calibri" w:cs="Calibri"/>
          <w:b/>
        </w:rPr>
      </w:pPr>
    </w:p>
    <w:p w:rsidR="00695B5E" w:rsidRDefault="00695B5E" w:rsidP="00390E47">
      <w:pPr>
        <w:rPr>
          <w:rFonts w:ascii="Calibri" w:hAnsi="Calibri" w:cs="Calibri"/>
          <w:b/>
          <w:sz w:val="44"/>
          <w:szCs w:val="44"/>
        </w:rPr>
      </w:pPr>
    </w:p>
    <w:p w:rsidR="009A760C" w:rsidRPr="00695B5E" w:rsidRDefault="009A760C" w:rsidP="00695B5E">
      <w:pPr>
        <w:jc w:val="center"/>
        <w:rPr>
          <w:rFonts w:ascii="Calibri" w:hAnsi="Calibri" w:cs="Calibri"/>
          <w:b/>
        </w:rPr>
      </w:pPr>
    </w:p>
    <w:p w:rsidR="00E66501" w:rsidRDefault="00E66501" w:rsidP="00390E47">
      <w:pPr>
        <w:jc w:val="both"/>
        <w:rPr>
          <w:rFonts w:ascii="Calibri" w:hAnsi="Calibri" w:cs="Calibri"/>
        </w:rPr>
      </w:pPr>
    </w:p>
    <w:p w:rsidR="00B71552" w:rsidRDefault="00B71552" w:rsidP="00390E47">
      <w:pPr>
        <w:jc w:val="both"/>
        <w:rPr>
          <w:rFonts w:ascii="Calibri" w:hAnsi="Calibri" w:cs="Calibri"/>
        </w:rPr>
      </w:pPr>
    </w:p>
    <w:p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p w:rsidR="00E66501" w:rsidRDefault="00E66501" w:rsidP="00E66501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92458F" w:rsidRPr="00B7289C" w:rsidTr="00CE7A19">
        <w:trPr>
          <w:tblHeader/>
        </w:trPr>
        <w:tc>
          <w:tcPr>
            <w:tcW w:w="567" w:type="dxa"/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92458F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58F" w:rsidRPr="00B7289C" w:rsidRDefault="008275D5" w:rsidP="00B7289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>Ț</w:t>
            </w:r>
            <w:r w:rsidR="0092458F" w:rsidRPr="00B7289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inta finala indicator de </w:t>
            </w:r>
            <w:r w:rsidR="0092458F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r w:rsidR="00241876" w:rsidRPr="001D19C5">
              <w:rPr>
                <w:rFonts w:ascii="Calibri" w:hAnsi="Calibri" w:cs="Calibri"/>
                <w:b/>
                <w:bCs/>
                <w:sz w:val="22"/>
                <w:szCs w:val="22"/>
              </w:rPr>
              <w:t>/ rezultat</w:t>
            </w:r>
          </w:p>
        </w:tc>
      </w:tr>
      <w:tr w:rsidR="0092458F" w:rsidRPr="00B7289C" w:rsidTr="00CE7A19">
        <w:tc>
          <w:tcPr>
            <w:tcW w:w="567" w:type="dxa"/>
            <w:shd w:val="clear" w:color="auto" w:fill="auto"/>
          </w:tcPr>
          <w:p w:rsidR="0092458F" w:rsidRPr="00B05D01" w:rsidRDefault="008E06AE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Depunerea dosar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elor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de achiziție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pentru toate cheltuielile efectuate înainte de semnarea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contractului de finanțare</w:t>
            </w:r>
          </w:p>
        </w:tc>
        <w:tc>
          <w:tcPr>
            <w:tcW w:w="1162" w:type="dxa"/>
            <w:shd w:val="clear" w:color="auto" w:fill="auto"/>
          </w:tcPr>
          <w:p w:rsidR="0092458F" w:rsidRPr="00B05D01" w:rsidRDefault="00AF644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:rsidR="0092458F" w:rsidRPr="00B05D01" w:rsidRDefault="005312B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</w:t>
            </w:r>
            <w:r w:rsidR="00715F3A" w:rsidRPr="00B05D01">
              <w:rPr>
                <w:rFonts w:ascii="Calibri" w:hAnsi="Calibri" w:cs="Calibri"/>
                <w:sz w:val="22"/>
                <w:szCs w:val="22"/>
              </w:rPr>
              <w:t>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:rsidR="00A40D00" w:rsidRPr="00B05D01" w:rsidRDefault="00A40D00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Verificarea</w:t>
            </w:r>
            <w:r w:rsidR="00A31BC8"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05D01">
              <w:rPr>
                <w:rFonts w:ascii="Calibri" w:hAnsi="Calibri" w:cs="Calibri"/>
                <w:sz w:val="22"/>
                <w:szCs w:val="22"/>
              </w:rPr>
              <w:t>transmiterii</w:t>
            </w:r>
          </w:p>
          <w:p w:rsidR="0092458F" w:rsidRPr="00B05D01" w:rsidRDefault="00A31BC8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>n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otificării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/comunicării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de depunere a</w:t>
            </w:r>
            <w:r w:rsidRPr="00B05D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 xml:space="preserve">dosarului de </w:t>
            </w:r>
            <w:proofErr w:type="spellStart"/>
            <w:r w:rsidR="00A40D00" w:rsidRPr="00B05D01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92458F" w:rsidRPr="00B05D01" w:rsidRDefault="009E4369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Maxim </w:t>
            </w:r>
            <w:r w:rsidR="00A40D00" w:rsidRPr="00B05D01">
              <w:rPr>
                <w:rFonts w:ascii="Calibri" w:hAnsi="Calibri" w:cs="Calibri"/>
                <w:sz w:val="22"/>
                <w:szCs w:val="22"/>
              </w:rPr>
              <w:t>1 lună</w:t>
            </w:r>
            <w:r w:rsidR="008275D5" w:rsidRPr="00B05D01">
              <w:rPr>
                <w:rFonts w:ascii="Calibri" w:hAnsi="Calibri" w:cs="Calibri"/>
                <w:sz w:val="22"/>
                <w:szCs w:val="22"/>
              </w:rPr>
              <w:t xml:space="preserve">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:rsidR="0092458F" w:rsidRPr="00B05D01" w:rsidRDefault="001D19C5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5D01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B05D01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B05D01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92458F" w:rsidRPr="00B05D01" w:rsidRDefault="0092458F" w:rsidP="00B7289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6436" w:rsidRPr="00B7289C" w:rsidTr="003E516E">
        <w:tc>
          <w:tcPr>
            <w:tcW w:w="567" w:type="dxa"/>
            <w:shd w:val="clear" w:color="auto" w:fill="auto"/>
          </w:tcPr>
          <w:p w:rsidR="009E6436" w:rsidRPr="00E9188B" w:rsidRDefault="00853563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</w:t>
            </w:r>
            <w:r w:rsidR="00817E49">
              <w:rPr>
                <w:rFonts w:ascii="Calibri" w:hAnsi="Calibri" w:cs="Calibri"/>
                <w:sz w:val="22"/>
                <w:szCs w:val="22"/>
              </w:rPr>
              <w:t xml:space="preserve"> (doar pe</w:t>
            </w:r>
            <w:r w:rsidR="005B4667">
              <w:rPr>
                <w:rFonts w:ascii="Calibri" w:hAnsi="Calibri" w:cs="Calibri"/>
                <w:sz w:val="22"/>
                <w:szCs w:val="22"/>
              </w:rPr>
              <w:t>n</w:t>
            </w:r>
            <w:r w:rsidR="00817E49">
              <w:rPr>
                <w:rFonts w:ascii="Calibri" w:hAnsi="Calibri" w:cs="Calibri"/>
                <w:sz w:val="22"/>
                <w:szCs w:val="22"/>
              </w:rPr>
              <w:t>tru proiectele care prev</w:t>
            </w:r>
            <w:r w:rsidR="005B4667">
              <w:rPr>
                <w:rFonts w:ascii="Calibri" w:hAnsi="Calibri" w:cs="Calibri"/>
                <w:sz w:val="22"/>
                <w:szCs w:val="22"/>
              </w:rPr>
              <w:t>ăd lucrări de construcții, indiferent dacă se supun sau nu autorizării</w:t>
            </w:r>
            <w:r w:rsidR="00817E4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:rsidR="003B3462" w:rsidRPr="00CB171B" w:rsidRDefault="00753B74" w:rsidP="003B346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CB171B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A7926" w:rsidRPr="00CB171B">
              <w:rPr>
                <w:rFonts w:ascii="Calibri" w:hAnsi="Calibri" w:cs="Calibri"/>
                <w:sz w:val="22"/>
                <w:szCs w:val="22"/>
              </w:rPr>
              <w:t>4</w:t>
            </w:r>
            <w:r w:rsidR="003B3462"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luni de la semnarea contractului de </w:t>
            </w:r>
          </w:p>
          <w:p w:rsidR="00666EE0" w:rsidRPr="00CB171B" w:rsidRDefault="003B3462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:rsidR="009E6436" w:rsidRPr="00CB171B" w:rsidRDefault="00666EE0" w:rsidP="00666EE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9E6436" w:rsidRPr="00E9188B" w:rsidRDefault="00666EE0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9E6436" w:rsidRPr="00E9188B" w:rsidRDefault="009E6436" w:rsidP="009E643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3E516E">
        <w:tc>
          <w:tcPr>
            <w:tcW w:w="567" w:type="dxa"/>
            <w:shd w:val="clear" w:color="auto" w:fill="auto"/>
          </w:tcPr>
          <w:p w:rsidR="00E9188B" w:rsidRPr="00E9188B" w:rsidRDefault="00853563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achiziției de echipamente (doar pentru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proiectele care vizează activități de dotare) </w:t>
            </w:r>
          </w:p>
        </w:tc>
        <w:tc>
          <w:tcPr>
            <w:tcW w:w="1162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achiziție echipamente</w:t>
            </w:r>
          </w:p>
        </w:tc>
        <w:tc>
          <w:tcPr>
            <w:tcW w:w="2410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FFFFFF"/>
          </w:tcPr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CB171B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CB171B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DA7926" w:rsidRPr="00CB171B">
              <w:rPr>
                <w:rFonts w:ascii="Calibri" w:hAnsi="Calibri" w:cs="Calibri"/>
                <w:sz w:val="22"/>
                <w:szCs w:val="22"/>
              </w:rPr>
              <w:t>3</w:t>
            </w:r>
            <w:r w:rsidRPr="00CB171B">
              <w:rPr>
                <w:rFonts w:ascii="Calibri" w:hAnsi="Calibri" w:cs="Calibri"/>
                <w:sz w:val="22"/>
                <w:szCs w:val="22"/>
              </w:rPr>
              <w:t xml:space="preserve"> luni de la semnarea contractului de </w:t>
            </w:r>
          </w:p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t>finanțare</w:t>
            </w:r>
          </w:p>
          <w:p w:rsidR="00E9188B" w:rsidRPr="00CB171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17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Adresă înaintare/ Confirmare </w:t>
            </w:r>
            <w:proofErr w:type="spellStart"/>
            <w:r w:rsidRPr="00E9188B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E9188B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CE7A19">
        <w:tc>
          <w:tcPr>
            <w:tcW w:w="567" w:type="dxa"/>
            <w:shd w:val="clear" w:color="auto" w:fill="auto"/>
          </w:tcPr>
          <w:p w:rsidR="00E9188B" w:rsidRPr="00B97179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:rsidR="00E9188B" w:rsidRPr="00B97179" w:rsidRDefault="00E9188B" w:rsidP="00E9188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B97179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E9188B" w:rsidRPr="00CB085A" w:rsidRDefault="00E9188B" w:rsidP="00B9717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dar nu mai </w:t>
            </w:r>
            <w:proofErr w:type="spellStart"/>
            <w:r w:rsidR="00CB085A" w:rsidRPr="00CB085A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="00CB085A" w:rsidRPr="00CB085A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B97179" w:rsidRPr="00B97179">
              <w:rPr>
                <w:rFonts w:ascii="Calibri" w:hAnsi="Calibri" w:cs="Calibri"/>
                <w:sz w:val="22"/>
                <w:szCs w:val="22"/>
              </w:rPr>
              <w:t>1</w:t>
            </w:r>
            <w:r w:rsidR="00B97179">
              <w:rPr>
                <w:rFonts w:ascii="Calibri" w:hAnsi="Calibri" w:cs="Calibri"/>
                <w:sz w:val="22"/>
                <w:szCs w:val="22"/>
              </w:rPr>
              <w:t>2</w:t>
            </w:r>
            <w:r w:rsidRPr="00B97179">
              <w:rPr>
                <w:rFonts w:ascii="Calibri" w:hAnsi="Calibri" w:cs="Calibri"/>
                <w:sz w:val="22"/>
                <w:szCs w:val="22"/>
              </w:rPr>
              <w:t xml:space="preserve"> luni de la semnarea contractului</w:t>
            </w:r>
            <w:r w:rsidRPr="00CB085A">
              <w:rPr>
                <w:rFonts w:ascii="Calibri" w:hAnsi="Calibri" w:cs="Calibri"/>
                <w:sz w:val="22"/>
                <w:szCs w:val="22"/>
              </w:rPr>
              <w:t xml:space="preserve"> de finanțare </w:t>
            </w:r>
          </w:p>
        </w:tc>
        <w:tc>
          <w:tcPr>
            <w:tcW w:w="1985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B7289C" w:rsidTr="00CE7A19">
        <w:tc>
          <w:tcPr>
            <w:tcW w:w="567" w:type="dxa"/>
            <w:shd w:val="clear" w:color="auto" w:fill="auto"/>
          </w:tcPr>
          <w:p w:rsidR="00E9188B" w:rsidRPr="00B97179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9717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4A066C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E9188B" w:rsidRPr="004A066C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E9188B" w:rsidRPr="004A066C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:rsidR="00E9188B" w:rsidRPr="004A066C" w:rsidRDefault="00E9188B" w:rsidP="00E9188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  <w:r w:rsidR="00FA6356" w:rsidRPr="004A066C">
              <w:rPr>
                <w:rFonts w:ascii="Calibri" w:hAnsi="Calibri" w:cs="Calibri"/>
                <w:sz w:val="22"/>
                <w:szCs w:val="22"/>
              </w:rPr>
              <w:t xml:space="preserve"> – (etapa 1, dacă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4A066C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4A066C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:rsidR="001C4544" w:rsidRPr="004A066C" w:rsidRDefault="00E9188B" w:rsidP="0032460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Se va completa de beneficiar, </w:t>
            </w:r>
            <w:r w:rsidR="00CB085A" w:rsidRPr="004A066C">
              <w:rPr>
                <w:rFonts w:ascii="Calibri" w:hAnsi="Calibri" w:cs="Calibri"/>
                <w:sz w:val="22"/>
                <w:szCs w:val="22"/>
              </w:rPr>
              <w:t xml:space="preserve">dar nu mai </w:t>
            </w:r>
            <w:r w:rsidR="001C4544" w:rsidRPr="004A066C">
              <w:rPr>
                <w:rFonts w:ascii="Calibri" w:hAnsi="Calibri" w:cs="Calibri"/>
                <w:sz w:val="22"/>
                <w:szCs w:val="22"/>
              </w:rPr>
              <w:t>târziu</w:t>
            </w:r>
            <w:r w:rsidR="00CB085A" w:rsidRPr="004A066C">
              <w:rPr>
                <w:rFonts w:ascii="Calibri" w:hAnsi="Calibri" w:cs="Calibri"/>
                <w:sz w:val="22"/>
                <w:szCs w:val="22"/>
              </w:rPr>
              <w:t xml:space="preserve"> de</w:t>
            </w:r>
            <w:r w:rsidR="001C4544" w:rsidRPr="004A066C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E9188B" w:rsidRPr="004A066C" w:rsidRDefault="001C4544" w:rsidP="0032460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-</w:t>
            </w:r>
            <w:r w:rsidR="00CB085A" w:rsidRPr="004A066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97179" w:rsidRPr="004A066C">
              <w:rPr>
                <w:rFonts w:ascii="Calibri" w:hAnsi="Calibri" w:cs="Calibri"/>
                <w:sz w:val="22"/>
                <w:szCs w:val="22"/>
              </w:rPr>
              <w:t>2</w:t>
            </w:r>
            <w:r w:rsidR="00324601" w:rsidRPr="004A066C">
              <w:rPr>
                <w:rFonts w:ascii="Calibri" w:hAnsi="Calibri" w:cs="Calibri"/>
                <w:sz w:val="22"/>
                <w:szCs w:val="22"/>
              </w:rPr>
              <w:t>4</w:t>
            </w:r>
            <w:r w:rsidR="00CB085A" w:rsidRPr="004A066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9188B" w:rsidRPr="004A066C">
              <w:rPr>
                <w:rFonts w:ascii="Calibri" w:hAnsi="Calibri" w:cs="Calibri"/>
                <w:sz w:val="22"/>
                <w:szCs w:val="22"/>
              </w:rPr>
              <w:t xml:space="preserve">luni de la semnarea contractului de finanțare </w:t>
            </w:r>
            <w:r w:rsidRPr="004A066C">
              <w:rPr>
                <w:rFonts w:ascii="Calibri" w:hAnsi="Calibri" w:cs="Calibri"/>
                <w:sz w:val="22"/>
                <w:szCs w:val="22"/>
              </w:rPr>
              <w:t xml:space="preserve">pentru proiectele care </w:t>
            </w:r>
            <w:r w:rsidR="005B4667" w:rsidRPr="004A066C">
              <w:rPr>
                <w:rFonts w:ascii="Calibri" w:hAnsi="Calibri" w:cs="Calibri"/>
                <w:sz w:val="22"/>
                <w:szCs w:val="22"/>
              </w:rPr>
              <w:t>vizează</w:t>
            </w:r>
            <w:r w:rsidRPr="004A066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4667" w:rsidRPr="004A066C">
              <w:rPr>
                <w:rFonts w:ascii="Calibri" w:hAnsi="Calibri" w:cs="Calibri"/>
                <w:sz w:val="22"/>
                <w:szCs w:val="22"/>
              </w:rPr>
              <w:t>și lucrări</w:t>
            </w:r>
            <w:r w:rsidRPr="004A066C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r w:rsidR="005B4667" w:rsidRPr="004A066C">
              <w:rPr>
                <w:rFonts w:ascii="Calibri" w:hAnsi="Calibri" w:cs="Calibri"/>
                <w:sz w:val="22"/>
                <w:szCs w:val="22"/>
              </w:rPr>
              <w:t>construcții</w:t>
            </w:r>
          </w:p>
          <w:p w:rsidR="001C4544" w:rsidRPr="004A066C" w:rsidRDefault="001C4544" w:rsidP="001C454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- 20 luni de la semnarea contractului de finanțare pentru proiectele care </w:t>
            </w:r>
            <w:r w:rsidR="005B4667" w:rsidRPr="004A066C">
              <w:rPr>
                <w:rFonts w:ascii="Calibri" w:hAnsi="Calibri" w:cs="Calibri"/>
                <w:sz w:val="22"/>
                <w:szCs w:val="22"/>
              </w:rPr>
              <w:t>vizează</w:t>
            </w:r>
            <w:r w:rsidRPr="004A066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4667" w:rsidRPr="004A066C">
              <w:rPr>
                <w:rFonts w:ascii="Calibri" w:hAnsi="Calibri" w:cs="Calibri"/>
                <w:sz w:val="22"/>
                <w:szCs w:val="22"/>
              </w:rPr>
              <w:t>achiziție de echipamente</w:t>
            </w:r>
          </w:p>
        </w:tc>
        <w:tc>
          <w:tcPr>
            <w:tcW w:w="1985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B085A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CB085A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CB085A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:rsidR="00E9188B" w:rsidRPr="00CB085A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9188B" w:rsidRPr="00AC4BE0" w:rsidTr="00CE7A19">
        <w:tc>
          <w:tcPr>
            <w:tcW w:w="567" w:type="dxa"/>
            <w:shd w:val="clear" w:color="auto" w:fill="auto"/>
          </w:tcPr>
          <w:p w:rsidR="00E9188B" w:rsidRPr="00E9188B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  <w:r w:rsidR="00844DAF" w:rsidRPr="004A066C">
              <w:rPr>
                <w:rFonts w:ascii="Calibri" w:hAnsi="Calibri" w:cs="Calibri"/>
                <w:sz w:val="22"/>
                <w:szCs w:val="22"/>
              </w:rPr>
              <w:t xml:space="preserve"> aferenți etapei 1</w:t>
            </w:r>
          </w:p>
        </w:tc>
        <w:tc>
          <w:tcPr>
            <w:tcW w:w="1162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Raportului de progres </w:t>
            </w:r>
            <w:r w:rsidRPr="004A066C">
              <w:rPr>
                <w:rFonts w:ascii="Calibri" w:hAnsi="Calibri" w:cs="Calibri"/>
                <w:sz w:val="22"/>
                <w:szCs w:val="22"/>
              </w:rPr>
              <w:lastRenderedPageBreak/>
              <w:t>final</w:t>
            </w:r>
            <w:r w:rsidR="00FA28FA" w:rsidRPr="004A066C">
              <w:rPr>
                <w:rFonts w:ascii="Calibri" w:hAnsi="Calibri" w:cs="Calibri"/>
                <w:sz w:val="22"/>
                <w:szCs w:val="22"/>
              </w:rPr>
              <w:t>/rapoartelor trimestriale</w:t>
            </w:r>
            <w:r w:rsidR="001273FC" w:rsidRPr="004A066C">
              <w:rPr>
                <w:rFonts w:ascii="Calibri" w:hAnsi="Calibri" w:cs="Calibri"/>
                <w:sz w:val="22"/>
                <w:szCs w:val="22"/>
              </w:rPr>
              <w:t xml:space="preserve"> și a altor documente justificative relevante</w:t>
            </w:r>
          </w:p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  <w:r w:rsidR="00445D5D" w:rsidRPr="004A066C">
              <w:rPr>
                <w:rFonts w:ascii="Calibri" w:hAnsi="Calibri" w:cs="Calibri"/>
                <w:sz w:val="22"/>
                <w:szCs w:val="22"/>
              </w:rPr>
              <w:t>/a rapoartelor trimestriale</w:t>
            </w:r>
            <w:r w:rsidR="001273FC" w:rsidRPr="004A066C">
              <w:rPr>
                <w:rFonts w:ascii="Calibri" w:hAnsi="Calibri" w:cs="Calibri"/>
                <w:sz w:val="22"/>
                <w:szCs w:val="22"/>
              </w:rPr>
              <w:t xml:space="preserve"> și </w:t>
            </w:r>
            <w:r w:rsidR="001273FC" w:rsidRPr="004A066C">
              <w:rPr>
                <w:rFonts w:ascii="Calibri" w:hAnsi="Calibri" w:cs="Calibri"/>
                <w:sz w:val="22"/>
                <w:szCs w:val="22"/>
              </w:rPr>
              <w:lastRenderedPageBreak/>
              <w:t>a altor documente justificative relevante</w:t>
            </w:r>
          </w:p>
        </w:tc>
        <w:tc>
          <w:tcPr>
            <w:tcW w:w="2693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Se va completa de beneficiar  cu respectarea duratei </w:t>
            </w:r>
            <w:r w:rsidRPr="004A066C">
              <w:rPr>
                <w:rFonts w:ascii="Calibri" w:hAnsi="Calibri" w:cs="Calibri"/>
                <w:sz w:val="22"/>
                <w:szCs w:val="22"/>
              </w:rPr>
              <w:lastRenderedPageBreak/>
              <w:t>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Raportul de progres final, raportul de vizită final la locația </w:t>
            </w: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de implementare a proiectului, </w:t>
            </w:r>
            <w:r w:rsidR="00445D5D"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  <w:tr w:rsidR="00E9188B" w:rsidRPr="00AC4BE0" w:rsidTr="00CE7A19">
        <w:tc>
          <w:tcPr>
            <w:tcW w:w="567" w:type="dxa"/>
            <w:shd w:val="clear" w:color="auto" w:fill="auto"/>
          </w:tcPr>
          <w:p w:rsidR="00E9188B" w:rsidRPr="00E9188B" w:rsidRDefault="00B97179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  <w:r w:rsidR="00844DAF" w:rsidRPr="004A066C">
              <w:rPr>
                <w:rFonts w:ascii="Calibri" w:hAnsi="Calibri" w:cs="Calibri"/>
                <w:sz w:val="22"/>
                <w:szCs w:val="22"/>
              </w:rPr>
              <w:t xml:space="preserve"> aferenți etapei 1</w:t>
            </w:r>
          </w:p>
        </w:tc>
        <w:tc>
          <w:tcPr>
            <w:tcW w:w="1162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Cantitativ</w:t>
            </w:r>
            <w:r w:rsidR="00844DAF" w:rsidRPr="004A066C">
              <w:rPr>
                <w:rFonts w:ascii="Calibri" w:hAnsi="Calibri" w:cs="Calibri"/>
                <w:sz w:val="22"/>
                <w:szCs w:val="22"/>
              </w:rPr>
              <w:t xml:space="preserve"> și calitativ</w:t>
            </w:r>
          </w:p>
        </w:tc>
        <w:tc>
          <w:tcPr>
            <w:tcW w:w="2268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  <w:r w:rsidR="0031525E" w:rsidRPr="004A066C">
              <w:rPr>
                <w:rFonts w:ascii="Calibri" w:hAnsi="Calibri" w:cs="Calibri"/>
                <w:sz w:val="22"/>
                <w:szCs w:val="22"/>
              </w:rPr>
              <w:t>, a altor documente justificative</w:t>
            </w:r>
          </w:p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  <w:r w:rsidR="00D459E2" w:rsidRPr="004A066C">
              <w:rPr>
                <w:rFonts w:ascii="Calibri" w:hAnsi="Calibri" w:cs="Calibri"/>
                <w:sz w:val="22"/>
                <w:szCs w:val="22"/>
              </w:rPr>
              <w:t>,</w:t>
            </w:r>
            <w:r w:rsidR="00F1579D" w:rsidRPr="004A066C">
              <w:rPr>
                <w:rFonts w:ascii="Calibri" w:hAnsi="Calibri" w:cs="Calibri"/>
                <w:sz w:val="22"/>
                <w:szCs w:val="22"/>
              </w:rPr>
              <w:t xml:space="preserve"> a altor documente relevante</w:t>
            </w:r>
          </w:p>
        </w:tc>
        <w:tc>
          <w:tcPr>
            <w:tcW w:w="2693" w:type="dxa"/>
            <w:shd w:val="clear" w:color="auto" w:fill="auto"/>
          </w:tcPr>
          <w:p w:rsidR="00E9188B" w:rsidRPr="004A066C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88B" w:rsidRPr="00E9188B" w:rsidRDefault="00E9188B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844DAF" w:rsidRPr="00AC4BE0" w:rsidTr="00CE7A19">
        <w:tc>
          <w:tcPr>
            <w:tcW w:w="567" w:type="dxa"/>
            <w:shd w:val="clear" w:color="auto" w:fill="auto"/>
          </w:tcPr>
          <w:p w:rsidR="00844DAF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shd w:val="clear" w:color="auto" w:fill="auto"/>
          </w:tcPr>
          <w:p w:rsidR="00844DAF" w:rsidRPr="004A066C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Demararea etapei 2</w:t>
            </w:r>
          </w:p>
        </w:tc>
        <w:tc>
          <w:tcPr>
            <w:tcW w:w="1162" w:type="dxa"/>
            <w:shd w:val="clear" w:color="auto" w:fill="auto"/>
          </w:tcPr>
          <w:p w:rsidR="00844DAF" w:rsidRPr="004A066C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:rsidR="00844DAF" w:rsidRPr="004A066C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Notificarea AM PR Centru cu privire la demararea etapei 2 </w:t>
            </w:r>
          </w:p>
        </w:tc>
        <w:tc>
          <w:tcPr>
            <w:tcW w:w="2410" w:type="dxa"/>
            <w:shd w:val="clear" w:color="auto" w:fill="auto"/>
          </w:tcPr>
          <w:p w:rsidR="00844DAF" w:rsidRPr="004A066C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transmiterii notificării cu privire la demararea activității de CD</w:t>
            </w:r>
          </w:p>
        </w:tc>
        <w:tc>
          <w:tcPr>
            <w:tcW w:w="2693" w:type="dxa"/>
            <w:shd w:val="clear" w:color="auto" w:fill="auto"/>
          </w:tcPr>
          <w:p w:rsidR="00844DAF" w:rsidRPr="004A066C" w:rsidRDefault="00D86BF2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844DAF" w:rsidRPr="00E9188B" w:rsidRDefault="00D86BF2" w:rsidP="00D86BF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progres, raportul de vizită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AF" w:rsidRPr="00E9188B" w:rsidRDefault="00770A6E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844DAF" w:rsidRPr="00AC4BE0" w:rsidTr="00CE7A19">
        <w:tc>
          <w:tcPr>
            <w:tcW w:w="567" w:type="dxa"/>
            <w:shd w:val="clear" w:color="auto" w:fill="auto"/>
          </w:tcPr>
          <w:p w:rsidR="00844DAF" w:rsidRDefault="00D86BF2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9</w:t>
            </w:r>
          </w:p>
        </w:tc>
        <w:tc>
          <w:tcPr>
            <w:tcW w:w="2099" w:type="dxa"/>
            <w:shd w:val="clear" w:color="auto" w:fill="auto"/>
          </w:tcPr>
          <w:p w:rsidR="00844DAF" w:rsidRPr="004A066C" w:rsidRDefault="00FA6356" w:rsidP="00844DA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Selecția beneficiarilor și încheierea contractelor de subvenție</w:t>
            </w:r>
          </w:p>
        </w:tc>
        <w:tc>
          <w:tcPr>
            <w:tcW w:w="1162" w:type="dxa"/>
            <w:shd w:val="clear" w:color="auto" w:fill="auto"/>
          </w:tcPr>
          <w:p w:rsidR="00844DAF" w:rsidRPr="004A066C" w:rsidRDefault="00844DA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844DAF" w:rsidRPr="004A066C" w:rsidRDefault="00D86BF2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Depunerea spre verificare la AM PR Centru a RAPORTUL DE SELECȚIE a beneficiarilor, Contractele de subvenție pentru capital de lucru semnate cu rezidenții incubatorului însoțite de documentele anexă</w:t>
            </w:r>
          </w:p>
        </w:tc>
        <w:tc>
          <w:tcPr>
            <w:tcW w:w="2410" w:type="dxa"/>
            <w:shd w:val="clear" w:color="auto" w:fill="auto"/>
          </w:tcPr>
          <w:p w:rsidR="00844DAF" w:rsidRPr="004A066C" w:rsidRDefault="004F167F" w:rsidP="004F167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transmiterii RAPORTUL DE SELECȚIE a beneficiarilor, Contractele de subvenție pentru capital de lucru semnate cu rezidenții incubatorului însoțite de documentele anexă</w:t>
            </w:r>
          </w:p>
        </w:tc>
        <w:tc>
          <w:tcPr>
            <w:tcW w:w="2693" w:type="dxa"/>
            <w:shd w:val="clear" w:color="auto" w:fill="auto"/>
          </w:tcPr>
          <w:p w:rsidR="00844DAF" w:rsidRPr="004A066C" w:rsidRDefault="004F167F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3 luni de la finalizarea etapei 1</w:t>
            </w:r>
          </w:p>
        </w:tc>
        <w:tc>
          <w:tcPr>
            <w:tcW w:w="1985" w:type="dxa"/>
            <w:shd w:val="clear" w:color="auto" w:fill="auto"/>
          </w:tcPr>
          <w:p w:rsidR="00844DAF" w:rsidRPr="00E9188B" w:rsidRDefault="00D86BF2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progres, raportul de vizită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DAF" w:rsidRPr="00E9188B" w:rsidRDefault="00770A6E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A6356" w:rsidRPr="00AC4BE0" w:rsidTr="00CE7A19">
        <w:tc>
          <w:tcPr>
            <w:tcW w:w="567" w:type="dxa"/>
            <w:shd w:val="clear" w:color="auto" w:fill="auto"/>
          </w:tcPr>
          <w:p w:rsidR="00FA6356" w:rsidRDefault="00FA6356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:rsidR="00BD2885" w:rsidRPr="004A066C" w:rsidRDefault="00BD2885" w:rsidP="00BD28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:rsidR="00BD2885" w:rsidRPr="004A066C" w:rsidRDefault="00BD2885" w:rsidP="00BD28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:rsidR="00FA6356" w:rsidRPr="004A066C" w:rsidRDefault="00BD2885" w:rsidP="00BD28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minim 75% din bugetul alocat contractelor de subvenție </w:t>
            </w:r>
          </w:p>
        </w:tc>
        <w:tc>
          <w:tcPr>
            <w:tcW w:w="1162" w:type="dxa"/>
            <w:shd w:val="clear" w:color="auto" w:fill="auto"/>
          </w:tcPr>
          <w:p w:rsidR="00FA6356" w:rsidRPr="004A066C" w:rsidRDefault="00BD2885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:rsidR="00FA6356" w:rsidRDefault="00BD2885" w:rsidP="00BD28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Centru/ </w:t>
            </w:r>
            <w:proofErr w:type="spellStart"/>
            <w:r w:rsidRPr="004A066C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4A066C">
              <w:rPr>
                <w:rFonts w:ascii="Calibri" w:hAnsi="Calibri" w:cs="Calibri"/>
                <w:sz w:val="22"/>
                <w:szCs w:val="22"/>
              </w:rPr>
              <w:t xml:space="preserve">  a documentelor privind Acordarea tranșei 1 din subvenție către rezidenții incubatorului </w:t>
            </w:r>
          </w:p>
          <w:p w:rsidR="00770A6E" w:rsidRDefault="00770A6E" w:rsidP="00BD28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Dovada recepției echipamentelor conform contratelor de grant </w:t>
            </w:r>
          </w:p>
          <w:p w:rsidR="00770A6E" w:rsidRPr="004A066C" w:rsidRDefault="00770A6E" w:rsidP="00BD28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Raportul de monitorizare a activităților beneficiarilor</w:t>
            </w:r>
          </w:p>
        </w:tc>
        <w:tc>
          <w:tcPr>
            <w:tcW w:w="2410" w:type="dxa"/>
            <w:shd w:val="clear" w:color="auto" w:fill="auto"/>
          </w:tcPr>
          <w:p w:rsidR="00FA6356" w:rsidRPr="004A066C" w:rsidRDefault="00BD2885" w:rsidP="004F167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documentelor privind plata subvenției</w:t>
            </w:r>
          </w:p>
        </w:tc>
        <w:tc>
          <w:tcPr>
            <w:tcW w:w="2693" w:type="dxa"/>
            <w:shd w:val="clear" w:color="auto" w:fill="auto"/>
          </w:tcPr>
          <w:p w:rsidR="00FA6356" w:rsidRPr="004A066C" w:rsidRDefault="008C3C02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60 de zile de la acordarea subvenției</w:t>
            </w:r>
          </w:p>
        </w:tc>
        <w:tc>
          <w:tcPr>
            <w:tcW w:w="1985" w:type="dxa"/>
            <w:shd w:val="clear" w:color="auto" w:fill="auto"/>
          </w:tcPr>
          <w:p w:rsidR="00FA6356" w:rsidRPr="00E9188B" w:rsidRDefault="00770A6E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progres, raportul de vizită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56" w:rsidRPr="00E9188B" w:rsidRDefault="00770A6E" w:rsidP="00E918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8C3C02" w:rsidRPr="00AC4BE0" w:rsidTr="00CE7A19">
        <w:tc>
          <w:tcPr>
            <w:tcW w:w="567" w:type="dxa"/>
            <w:shd w:val="clear" w:color="auto" w:fill="auto"/>
          </w:tcPr>
          <w:p w:rsidR="008C3C02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99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Îndeplinire indicatori de realizare (RCO) aferenți etapei 2</w:t>
            </w:r>
          </w:p>
        </w:tc>
        <w:tc>
          <w:tcPr>
            <w:tcW w:w="1162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final/rapoartelor trimestriale și a altor documente justificative relevante</w:t>
            </w:r>
          </w:p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Raportului de progres final/a rapoartelor trimestriale și a altor documente justificative relevante</w:t>
            </w:r>
          </w:p>
        </w:tc>
        <w:tc>
          <w:tcPr>
            <w:tcW w:w="2693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8C3C02" w:rsidRPr="00E9188B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rapoarte trimestriale pe parcursul implementării proiectului, </w:t>
            </w:r>
            <w:r w:rsidRPr="00E9188B">
              <w:rPr>
                <w:rFonts w:ascii="Calibri" w:hAnsi="Calibri" w:cs="Calibri"/>
                <w:sz w:val="22"/>
                <w:szCs w:val="22"/>
              </w:rPr>
              <w:t>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02" w:rsidRPr="00E9188B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8C3C02" w:rsidRPr="00AC4BE0" w:rsidTr="00CE7A19">
        <w:tc>
          <w:tcPr>
            <w:tcW w:w="567" w:type="dxa"/>
            <w:shd w:val="clear" w:color="auto" w:fill="auto"/>
          </w:tcPr>
          <w:p w:rsidR="008C3C02" w:rsidRDefault="00770A6E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bookmarkStart w:id="0" w:name="_GoBack"/>
            <w:bookmarkEnd w:id="0"/>
          </w:p>
        </w:tc>
        <w:tc>
          <w:tcPr>
            <w:tcW w:w="2099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Îndeplinire indicatori de rezultat (RCR) aferenți etapei 2</w:t>
            </w:r>
          </w:p>
        </w:tc>
        <w:tc>
          <w:tcPr>
            <w:tcW w:w="1162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Cantitativ și calitativ</w:t>
            </w:r>
          </w:p>
        </w:tc>
        <w:tc>
          <w:tcPr>
            <w:tcW w:w="2268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final, a altor documente justificative</w:t>
            </w:r>
          </w:p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Verificarea Raportului de progres final, a altor documente relevante</w:t>
            </w:r>
          </w:p>
        </w:tc>
        <w:tc>
          <w:tcPr>
            <w:tcW w:w="2693" w:type="dxa"/>
            <w:shd w:val="clear" w:color="auto" w:fill="auto"/>
          </w:tcPr>
          <w:p w:rsidR="008C3C02" w:rsidRPr="004A066C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A066C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:rsidR="008C3C02" w:rsidRPr="00E9188B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C02" w:rsidRPr="00E9188B" w:rsidRDefault="008C3C02" w:rsidP="008C3C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188B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:rsidR="00166751" w:rsidRDefault="00166751" w:rsidP="00B71552">
      <w:pPr>
        <w:jc w:val="both"/>
        <w:rPr>
          <w:rFonts w:ascii="Calibri" w:hAnsi="Calibri" w:cs="Calibri"/>
        </w:rPr>
      </w:pPr>
    </w:p>
    <w:p w:rsidR="000E59DA" w:rsidRPr="008C3C02" w:rsidRDefault="004F167F" w:rsidP="00B71552">
      <w:pPr>
        <w:jc w:val="both"/>
        <w:rPr>
          <w:rFonts w:ascii="Calibri" w:hAnsi="Calibri" w:cs="Calibri"/>
          <w:b/>
          <w:color w:val="C00000"/>
          <w:u w:val="single"/>
        </w:rPr>
      </w:pPr>
      <w:r w:rsidRPr="008C3C02">
        <w:rPr>
          <w:rFonts w:ascii="Calibri" w:hAnsi="Calibri" w:cs="Calibri"/>
          <w:b/>
          <w:color w:val="C00000"/>
          <w:u w:val="single"/>
        </w:rPr>
        <w:t>INDICATORII DE ETAPĂ AREFERNȚI ETAPEI 2 A PROIECTULUI VOR FI INTRODUȘI ÎN PLANUL DE MONITORIZARE DOAR DACĂ PROIECTUL CONȚINE ETAPA 2</w:t>
      </w:r>
      <w:r w:rsidR="008C3C02" w:rsidRPr="008C3C02">
        <w:rPr>
          <w:rFonts w:ascii="Calibri" w:hAnsi="Calibri" w:cs="Calibri"/>
          <w:b/>
          <w:color w:val="C00000"/>
          <w:u w:val="single"/>
        </w:rPr>
        <w:t>!</w:t>
      </w:r>
    </w:p>
    <w:p w:rsidR="00B71552" w:rsidRDefault="00B71552" w:rsidP="00B71552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:rsidR="00B71552" w:rsidRDefault="00B71552" w:rsidP="00B715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lastRenderedPageBreak/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:rsid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:rsidR="00B71552" w:rsidRPr="00B71552" w:rsidRDefault="00B71552" w:rsidP="00B71552">
      <w:pPr>
        <w:numPr>
          <w:ilvl w:val="0"/>
          <w:numId w:val="24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:rsidR="00B71552" w:rsidRDefault="00B71552" w:rsidP="00E8080E">
      <w:pPr>
        <w:jc w:val="both"/>
        <w:rPr>
          <w:rFonts w:ascii="Calibri" w:hAnsi="Calibri" w:cs="Calibri"/>
        </w:rPr>
      </w:pPr>
    </w:p>
    <w:p w:rsidR="000E59DA" w:rsidRDefault="000E59DA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:rsidR="00E8080E" w:rsidRPr="00E8080E" w:rsidRDefault="00E8080E" w:rsidP="00E8080E">
      <w:pPr>
        <w:numPr>
          <w:ilvl w:val="0"/>
          <w:numId w:val="22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:rsidR="000E59DA" w:rsidRPr="00E8080E" w:rsidRDefault="000E59DA" w:rsidP="00E8080E">
      <w:pPr>
        <w:jc w:val="both"/>
        <w:rPr>
          <w:rFonts w:ascii="Calibri" w:hAnsi="Calibri" w:cs="Calibri"/>
        </w:rPr>
      </w:pPr>
    </w:p>
    <w:p w:rsidR="00E8080E" w:rsidRDefault="00E8080E" w:rsidP="00E8080E">
      <w:pPr>
        <w:jc w:val="both"/>
        <w:rPr>
          <w:rFonts w:ascii="Calibri" w:hAnsi="Calibri" w:cs="Calibri"/>
        </w:rPr>
      </w:pPr>
    </w:p>
    <w:p w:rsidR="00E8080E" w:rsidRPr="00B7289C" w:rsidRDefault="00380F32" w:rsidP="00B7289C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p w:rsidR="001A225C" w:rsidRDefault="001A225C" w:rsidP="00696924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:rsidR="005A3D64" w:rsidRPr="00696924" w:rsidRDefault="00696924" w:rsidP="00550BE6">
      <w:pPr>
        <w:numPr>
          <w:ilvl w:val="0"/>
          <w:numId w:val="23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</w:t>
      </w:r>
      <w:r w:rsidR="005A3D64" w:rsidRPr="00696924">
        <w:rPr>
          <w:rFonts w:ascii="Calibri" w:hAnsi="Calibri" w:cs="Calibri"/>
        </w:rPr>
        <w:t>ndeplinirea indicatorilor de etap</w:t>
      </w:r>
      <w:r w:rsidRPr="00696924">
        <w:rPr>
          <w:rFonts w:ascii="Calibri" w:hAnsi="Calibri" w:cs="Calibri"/>
        </w:rPr>
        <w:t>ă</w:t>
      </w:r>
      <w:r w:rsidR="005A3D64" w:rsidRPr="00696924">
        <w:rPr>
          <w:rFonts w:ascii="Calibri" w:hAnsi="Calibri" w:cs="Calibri"/>
        </w:rPr>
        <w:t xml:space="preserve"> se </w:t>
      </w:r>
      <w:r w:rsidRPr="00696924">
        <w:rPr>
          <w:rFonts w:ascii="Calibri" w:hAnsi="Calibri" w:cs="Calibri"/>
        </w:rPr>
        <w:t>pot</w:t>
      </w:r>
      <w:r w:rsidR="005A3D64" w:rsidRPr="00696924">
        <w:rPr>
          <w:rFonts w:ascii="Calibri" w:hAnsi="Calibri" w:cs="Calibri"/>
        </w:rPr>
        <w:t xml:space="preserve"> aplica gradual</w:t>
      </w:r>
      <w:r w:rsidR="00980BA3">
        <w:rPr>
          <w:rFonts w:ascii="Calibri" w:hAnsi="Calibri" w:cs="Calibri"/>
        </w:rPr>
        <w:t>,</w:t>
      </w:r>
      <w:r w:rsidR="005A3D64"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:rsidR="009D79CD" w:rsidRPr="000F6FA7" w:rsidRDefault="009D79CD" w:rsidP="00B7289C">
      <w:pPr>
        <w:shd w:val="clear" w:color="auto" w:fill="FFFFFF"/>
        <w:jc w:val="both"/>
        <w:rPr>
          <w:rFonts w:ascii="Calibri" w:hAnsi="Calibri" w:cs="Calibri"/>
          <w:b/>
        </w:rPr>
      </w:pPr>
    </w:p>
    <w:sectPr w:rsidR="009D79CD" w:rsidRPr="000F6FA7" w:rsidSect="0069692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247" w:right="1701" w:bottom="1985" w:left="1985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A48" w:rsidRDefault="00EA0A48">
      <w:r>
        <w:separator/>
      </w:r>
    </w:p>
  </w:endnote>
  <w:endnote w:type="continuationSeparator" w:id="0">
    <w:p w:rsidR="00EA0A48" w:rsidRDefault="00EA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2C012A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-1270000</wp:posOffset>
          </wp:positionH>
          <wp:positionV relativeFrom="paragraph">
            <wp:posOffset>72390</wp:posOffset>
          </wp:positionV>
          <wp:extent cx="10908030" cy="14668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8030" cy="14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3195320</wp:posOffset>
          </wp:positionH>
          <wp:positionV relativeFrom="paragraph">
            <wp:posOffset>-223520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-534035</wp:posOffset>
          </wp:positionH>
          <wp:positionV relativeFrom="paragraph">
            <wp:posOffset>205105</wp:posOffset>
          </wp:positionV>
          <wp:extent cx="847725" cy="690245"/>
          <wp:effectExtent l="0" t="0" r="0" b="0"/>
          <wp:wrapNone/>
          <wp:docPr id="31" name="Picture 31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LOGO_romana_bun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4473" w:rsidRDefault="00BE4473" w:rsidP="00BE4473">
    <w:pPr>
      <w:spacing w:line="240" w:lineRule="exact"/>
      <w:jc w:val="right"/>
      <w:rPr>
        <w:rFonts w:ascii="Trebuchet MS" w:hAnsi="Trebuchet MS" w:cs="Arial"/>
        <w:b/>
        <w:bCs/>
        <w:color w:val="1F497D"/>
        <w:kern w:val="32"/>
        <w:sz w:val="16"/>
        <w:szCs w:val="16"/>
        <w:lang w:val="it-IT"/>
      </w:rPr>
    </w:pPr>
  </w:p>
  <w:p w:rsidR="002B3BB9" w:rsidRDefault="002C012A" w:rsidP="00E1542E">
    <w:pPr>
      <w:spacing w:line="240" w:lineRule="exact"/>
      <w:jc w:val="right"/>
      <w:rPr>
        <w:sz w:val="12"/>
      </w:rPr>
    </w:pP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5768975</wp:posOffset>
              </wp:positionH>
              <wp:positionV relativeFrom="paragraph">
                <wp:posOffset>8890</wp:posOffset>
              </wp:positionV>
              <wp:extent cx="2744470" cy="645160"/>
              <wp:effectExtent l="0" t="0" r="1905" b="3175"/>
              <wp:wrapNone/>
              <wp:docPr id="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542E" w:rsidRDefault="00E1542E" w:rsidP="00E1542E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E1542E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E1542E" w:rsidRPr="00FA2B09" w:rsidRDefault="00E1542E" w:rsidP="00E1542E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9" type="#_x0000_t202" style="position:absolute;left:0;text-align:left;margin-left:454.25pt;margin-top:.7pt;width:216.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+r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" stroked="f">
              <v:stroke dashstyle="1 1" endcap="round"/>
              <v:textbox>
                <w:txbxContent>
                  <w:p w:rsidR="00E1542E" w:rsidRDefault="00E1542E" w:rsidP="00E1542E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E1542E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E1542E" w:rsidRPr="00FA2B09" w:rsidRDefault="00E1542E" w:rsidP="00E1542E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 w:cs="Arial"/>
        <w:b/>
        <w:bCs/>
        <w:noProof/>
        <w:color w:val="1F497D"/>
        <w:kern w:val="32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313690</wp:posOffset>
              </wp:positionH>
              <wp:positionV relativeFrom="paragraph">
                <wp:posOffset>42545</wp:posOffset>
              </wp:positionV>
              <wp:extent cx="2228215" cy="547370"/>
              <wp:effectExtent l="0" t="4445" r="1270" b="635"/>
              <wp:wrapNone/>
              <wp:docPr id="6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547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473" w:rsidRDefault="00BE4473" w:rsidP="00F12E7F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Autoritate de Management</w:t>
                          </w:r>
                        </w:p>
                        <w:p w:rsidR="00F12E7F" w:rsidRPr="00F914B7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32" o:spid="_x0000_s1030" type="#_x0000_t202" style="position:absolute;left:0;text-align:left;margin-left:24.7pt;margin-top:3.35pt;width:175.45pt;height:4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MvXug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" filled="f" stroked="f">
              <v:textbox>
                <w:txbxContent>
                  <w:p w:rsidR="00BE4473" w:rsidRDefault="00BE4473" w:rsidP="00F12E7F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Autoritate de Management</w:t>
                    </w:r>
                  </w:p>
                  <w:p w:rsidR="00F12E7F" w:rsidRPr="00F914B7" w:rsidRDefault="00F12E7F" w:rsidP="00F12E7F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2C012A" w:rsidP="005D6105">
    <w:pPr>
      <w:pStyle w:val="Subsol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5875020</wp:posOffset>
              </wp:positionH>
              <wp:positionV relativeFrom="paragraph">
                <wp:posOffset>-74930</wp:posOffset>
              </wp:positionV>
              <wp:extent cx="2744470" cy="645160"/>
              <wp:effectExtent l="0" t="1270" r="635" b="127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bookmarkStart w:id="9" w:name="_Hlk144205187"/>
                          <w:bookmarkStart w:id="10" w:name="_Hlk144205188"/>
                          <w:bookmarkStart w:id="11" w:name="_Hlk144205189"/>
                          <w:bookmarkStart w:id="12" w:name="_Hlk144205190"/>
                          <w:bookmarkStart w:id="13" w:name="_Hlk144205191"/>
                          <w:bookmarkStart w:id="14" w:name="_Hlk144205192"/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1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  <w:bookmarkEnd w:id="9"/>
                          <w:bookmarkEnd w:id="10"/>
                          <w:bookmarkEnd w:id="11"/>
                          <w:bookmarkEnd w:id="12"/>
                          <w:bookmarkEnd w:id="13"/>
                          <w:bookmarkEnd w:id="1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left:0;text-align:left;margin-left:462.6pt;margin-top:-5.9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bookmarkStart w:id="23" w:name="_Hlk144205187"/>
                    <w:bookmarkStart w:id="24" w:name="_Hlk144205188"/>
                    <w:bookmarkStart w:id="25" w:name="_Hlk144205189"/>
                    <w:bookmarkStart w:id="26" w:name="_Hlk144205190"/>
                    <w:bookmarkStart w:id="27" w:name="_Hlk144205191"/>
                    <w:bookmarkStart w:id="28" w:name="_Hlk144205192"/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2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  <w:bookmarkEnd w:id="23"/>
                    <w:bookmarkEnd w:id="24"/>
                    <w:bookmarkEnd w:id="25"/>
                    <w:bookmarkEnd w:id="26"/>
                    <w:bookmarkEnd w:id="27"/>
                    <w:bookmarkEnd w:id="28"/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3199130</wp:posOffset>
          </wp:positionH>
          <wp:positionV relativeFrom="paragraph">
            <wp:posOffset>-485140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-1442085</wp:posOffset>
          </wp:positionH>
          <wp:positionV relativeFrom="paragraph">
            <wp:posOffset>-302260</wp:posOffset>
          </wp:positionV>
          <wp:extent cx="11052175" cy="148590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175" cy="148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4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26" o:spid="_x0000_s1032" type="#_x0000_t202" style="position:absolute;left:0;text-align:left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4BZtw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JquAWbcCAADB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2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23" o:spid="_x0000_s1033" style="position:absolute;left:0;text-align:left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mIjeZ2iO2Tq6wVmr43p8G9cX66/m6Ij70bLrcdOinlz5uoFHq+JanV&#10;7xkvtSfkV6IQsupyZei1to7o6gRHIABo/BzJytLkx/NssOHW3xWr3SC3S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JmIjeZ2iO06usFXrON6fBvXD+uv5vex96N&#10;m1uOnRTy583UCj1fENTrJ/W38n5leiEHLqMmb31ujujqBFcwAAAAXHg5k21OTHv76u/8Evh1tslq&#10;98A0S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breM6fT71x&#10;zzuTujqj70fNrMePor5VvN1AotXxHUayZ5y8xT5leiEHLqMmafKttHdHUCI5AAAAAAACdwfJzfEs&#10;XdbyZdtHbk6ivn6Aaxag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ha7ien0cTFp5eT5lev7+5xzanHh6Jne3dAKDW8U1Gs3rNuRj+ZX8+9AzarJm6N+TXugEFxAAAAAA&#10;AAAAdNPfm9Rjv820S9Y55OSs90g2sTvET3rmOmAfQ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HU6rDpacrNkivdHbPoh4yZaYq73tEAoNdxvNn3pg/VY+/5U+xBza2994x+&#10;TX8QVaKD4AAAAAAAAAAAAA2ehyc7o8N++sLjBblYaW74B3e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y1q0rNrTFax1zM9T5MxEbzO0Aptdx2td8ekjlT+8nq+5Ez66I3ri6Z&#10;+dIKLLlyZrzfLeb2ntmUG17XtyrTMz5weHwAAAAAAAAAAAAAAAangWTl8OrHbWZhZ6G3K08R3TsC&#10;xS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QdfxXBot6/tMvzInq9M9jhn1V&#10;MPR763dAM7rdfn1t98ltq9lI6oV+bPfNPlT0dkR1AiuYAAAAAAAAAAAAAAAAAC+8Gsnk5sfniydw&#10;63Rev3gvE0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4zZseDHOTLaK1jrmXm96&#10;0rNrTtEAoNfxzJl3x6XfHT53yp9iDn1tr71xeTHf2yComZmd5neUTrB8AAAAAAAAAAAAAAAAAAAB&#10;aeD+Tka+a9l6yk6C22fbvgGmW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7iHF8&#10;Ok3pTbJl7o6o9KPqNXTF5NfKv3dwM7qtXm1eTl5rb90R1Qr8uW+W295+4HB4AAAAAAAAAAAAAAAA&#10;AAAAAASuG5Oa1+G2/wArZ001uTnpPnBsFu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8ZctMOOcmS0VrHXMvlrVpWbWnaI7QUHEeN3zb49LvSnbbtn2IGo1s38nFvWvf2yCoRAfAAAAAAAA&#10;AAAAAAAAAAAAAAAAeqW5F627p3Ina0T3A22O0Xx1tHbESuqzvWJ74B6f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E13EcOir5c8rJPVSOufY5Z9RTDHT027IgGZ1uuza3Jysttqx1UjqhW5s&#10;981t7T0dkdkAjOYAAAAAAAAAAAAAAAAAAAAAAAAAAA1/CsnOcOwz2xXZbaW3K09J82wJb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qfCHBy9JTLEdOO3T6JROIU5WKLfNkGbV4AAAAAAAAAA&#10;AAAAAAAAAAAAAAAAAAAAAAAD6A2mlvzumxX+dWJXOK3Kx1t3wDq9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IvE8PP6DLTbpiOVH3OWppy8F4824MgqQfAAAAAAAAAAAAAAAAAAAAAAAAAAAA&#10;AAAAfazNbRMdcTuRO07g22C/OYaXjtrErmk8qlZ74B7eg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OWo0+LVYpx5qRav4x6HnJjrlrybxvAM3xHhOXRzN6ROTD86OuPSrdRpb4Zm0eVT&#10;v7gVzgAAAAAAAAAAAAAAAAAAAAAAAAAAAAAAAACw4Hj5fEqTt72Jt/7/ABd9FXlamvmjcGqWg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">
                <v:imagedata r:id="rId6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A48" w:rsidRDefault="00EA0A48">
      <w:r>
        <w:separator/>
      </w:r>
    </w:p>
  </w:footnote>
  <w:footnote w:type="continuationSeparator" w:id="0">
    <w:p w:rsidR="00EA0A48" w:rsidRDefault="00EA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2C012A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6951345</wp:posOffset>
              </wp:positionH>
              <wp:positionV relativeFrom="paragraph">
                <wp:posOffset>-285750</wp:posOffset>
              </wp:positionV>
              <wp:extent cx="1400175" cy="685800"/>
              <wp:effectExtent l="7620" t="0" r="1905" b="0"/>
              <wp:wrapNone/>
              <wp:docPr id="8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BE4473">
                            <w:pPr>
                              <w:pStyle w:val="Titlu3"/>
                              <w:spacing w:before="0" w:after="0" w:line="330" w:lineRule="auto"/>
                              <w:ind w:right="-4020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bookmarkStart w:id="1" w:name="_Hlk144204999"/>
                            <w:bookmarkStart w:id="2" w:name="_Hlk144205000"/>
                            <w:bookmarkStart w:id="3" w:name="_Hlk144205001"/>
                            <w:bookmarkStart w:id="4" w:name="_Hlk144205002"/>
                            <w:bookmarkStart w:id="5" w:name="_Hlk144205003"/>
                            <w:bookmarkStart w:id="6" w:name="_Hlk144205004"/>
                            <w:bookmarkStart w:id="7" w:name="_Hlk144205005"/>
                            <w:bookmarkStart w:id="8" w:name="_Hlk144205006"/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12" o:spid="_x0000_s1026" style="position:absolute;margin-left:547.35pt;margin-top:-22.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BE4473">
                      <w:pPr>
                        <w:pStyle w:val="Heading3"/>
                        <w:spacing w:before="0" w:after="0" w:line="330" w:lineRule="auto"/>
                        <w:ind w:right="-4020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bookmarkStart w:id="9" w:name="_Hlk144204999"/>
                      <w:bookmarkStart w:id="10" w:name="_Hlk144205000"/>
                      <w:bookmarkStart w:id="11" w:name="_Hlk144205001"/>
                      <w:bookmarkStart w:id="12" w:name="_Hlk144205002"/>
                      <w:bookmarkStart w:id="13" w:name="_Hlk144205003"/>
                      <w:bookmarkStart w:id="14" w:name="_Hlk144205004"/>
                      <w:bookmarkStart w:id="15" w:name="_Hlk144205005"/>
                      <w:bookmarkStart w:id="16" w:name="_Hlk144205006"/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70A6E">
      <w:rPr>
        <w:noProof/>
        <w:color w:val="999999"/>
        <w:sz w:val="20"/>
        <w:szCs w:val="20"/>
      </w:rPr>
      <w:t>7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70A6E">
      <w:rPr>
        <w:noProof/>
        <w:color w:val="999999"/>
        <w:sz w:val="20"/>
        <w:szCs w:val="20"/>
      </w:rPr>
      <w:t>7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2C012A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3737610</wp:posOffset>
          </wp:positionH>
          <wp:positionV relativeFrom="paragraph">
            <wp:posOffset>-678180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6617335</wp:posOffset>
          </wp:positionH>
          <wp:positionV relativeFrom="paragraph">
            <wp:posOffset>-375285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998"/>
    <w:multiLevelType w:val="hybridMultilevel"/>
    <w:tmpl w:val="662C2D24"/>
    <w:lvl w:ilvl="0" w:tplc="6B667F2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6442E"/>
    <w:multiLevelType w:val="hybridMultilevel"/>
    <w:tmpl w:val="C28E5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14D"/>
    <w:multiLevelType w:val="multilevel"/>
    <w:tmpl w:val="B2D651D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254E4"/>
    <w:multiLevelType w:val="hybridMultilevel"/>
    <w:tmpl w:val="D3D08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D0146"/>
    <w:multiLevelType w:val="hybridMultilevel"/>
    <w:tmpl w:val="F53EFAE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95FA3"/>
    <w:multiLevelType w:val="hybridMultilevel"/>
    <w:tmpl w:val="68AE32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67448"/>
    <w:multiLevelType w:val="hybridMultilevel"/>
    <w:tmpl w:val="9000D064"/>
    <w:lvl w:ilvl="0" w:tplc="D51623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58CBD7"/>
    <w:multiLevelType w:val="hybridMultilevel"/>
    <w:tmpl w:val="141E47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9742F5"/>
    <w:multiLevelType w:val="hybridMultilevel"/>
    <w:tmpl w:val="5A76F8C2"/>
    <w:lvl w:ilvl="0" w:tplc="80F0078C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C1BBB"/>
    <w:multiLevelType w:val="hybridMultilevel"/>
    <w:tmpl w:val="7FB008F2"/>
    <w:lvl w:ilvl="0" w:tplc="9DDA2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929C03B4">
      <w:start w:val="1"/>
      <w:numFmt w:val="decimal"/>
      <w:lvlText w:val="(%3)"/>
      <w:lvlJc w:val="left"/>
      <w:pPr>
        <w:ind w:left="2400" w:hanging="4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3270B"/>
    <w:multiLevelType w:val="hybridMultilevel"/>
    <w:tmpl w:val="DC40002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20BFD"/>
    <w:multiLevelType w:val="hybridMultilevel"/>
    <w:tmpl w:val="774E5C18"/>
    <w:lvl w:ilvl="0" w:tplc="3D1CDEE8">
      <w:start w:val="1"/>
      <w:numFmt w:val="decimal"/>
      <w:lvlText w:val="(%1)"/>
      <w:lvlJc w:val="left"/>
      <w:pPr>
        <w:ind w:left="630" w:hanging="360"/>
      </w:pPr>
      <w:rPr>
        <w:rFonts w:hint="default"/>
        <w:b w:val="0"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47851"/>
    <w:multiLevelType w:val="multilevel"/>
    <w:tmpl w:val="7B0A8C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B1"/>
    <w:multiLevelType w:val="hybridMultilevel"/>
    <w:tmpl w:val="7A3232A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9612A"/>
    <w:multiLevelType w:val="hybridMultilevel"/>
    <w:tmpl w:val="88C6A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15"/>
  </w:num>
  <w:num w:numId="12">
    <w:abstractNumId w:val="13"/>
  </w:num>
  <w:num w:numId="13">
    <w:abstractNumId w:val="16"/>
  </w:num>
  <w:num w:numId="14">
    <w:abstractNumId w:val="3"/>
  </w:num>
  <w:num w:numId="15">
    <w:abstractNumId w:val="8"/>
  </w:num>
  <w:num w:numId="16">
    <w:abstractNumId w:val="5"/>
  </w:num>
  <w:num w:numId="17">
    <w:abstractNumId w:val="14"/>
  </w:num>
  <w:num w:numId="18">
    <w:abstractNumId w:val="20"/>
  </w:num>
  <w:num w:numId="19">
    <w:abstractNumId w:val="10"/>
  </w:num>
  <w:num w:numId="20">
    <w:abstractNumId w:val="19"/>
  </w:num>
  <w:num w:numId="21">
    <w:abstractNumId w:val="0"/>
  </w:num>
  <w:num w:numId="22">
    <w:abstractNumId w:val="22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422F"/>
    <w:rsid w:val="00010205"/>
    <w:rsid w:val="000102D2"/>
    <w:rsid w:val="00011524"/>
    <w:rsid w:val="00011D45"/>
    <w:rsid w:val="00015620"/>
    <w:rsid w:val="000401F0"/>
    <w:rsid w:val="00061C86"/>
    <w:rsid w:val="00072DDE"/>
    <w:rsid w:val="00080850"/>
    <w:rsid w:val="000835DE"/>
    <w:rsid w:val="0009018B"/>
    <w:rsid w:val="00094830"/>
    <w:rsid w:val="000C2AAE"/>
    <w:rsid w:val="000E49F1"/>
    <w:rsid w:val="000E59DA"/>
    <w:rsid w:val="000E6B50"/>
    <w:rsid w:val="000F6FA7"/>
    <w:rsid w:val="000F7AA1"/>
    <w:rsid w:val="001175F2"/>
    <w:rsid w:val="001273FC"/>
    <w:rsid w:val="001357F6"/>
    <w:rsid w:val="00144BFD"/>
    <w:rsid w:val="00160D57"/>
    <w:rsid w:val="00166751"/>
    <w:rsid w:val="001726E9"/>
    <w:rsid w:val="001A225C"/>
    <w:rsid w:val="001A637E"/>
    <w:rsid w:val="001C14AC"/>
    <w:rsid w:val="001C1D1A"/>
    <w:rsid w:val="001C4544"/>
    <w:rsid w:val="001D19C5"/>
    <w:rsid w:val="001D40CB"/>
    <w:rsid w:val="001D5D50"/>
    <w:rsid w:val="001E4C31"/>
    <w:rsid w:val="001E6587"/>
    <w:rsid w:val="00224075"/>
    <w:rsid w:val="00240BF7"/>
    <w:rsid w:val="00241876"/>
    <w:rsid w:val="002504F8"/>
    <w:rsid w:val="00254C15"/>
    <w:rsid w:val="00257F40"/>
    <w:rsid w:val="002626A5"/>
    <w:rsid w:val="002635F7"/>
    <w:rsid w:val="00275DCC"/>
    <w:rsid w:val="00292A63"/>
    <w:rsid w:val="002A4501"/>
    <w:rsid w:val="002B3011"/>
    <w:rsid w:val="002B3BB9"/>
    <w:rsid w:val="002C012A"/>
    <w:rsid w:val="002C3C1B"/>
    <w:rsid w:val="002D6515"/>
    <w:rsid w:val="002E07E9"/>
    <w:rsid w:val="002F1246"/>
    <w:rsid w:val="003007AA"/>
    <w:rsid w:val="0031525E"/>
    <w:rsid w:val="003221D7"/>
    <w:rsid w:val="00324601"/>
    <w:rsid w:val="00336218"/>
    <w:rsid w:val="00341CF4"/>
    <w:rsid w:val="003427E8"/>
    <w:rsid w:val="00343023"/>
    <w:rsid w:val="00351F71"/>
    <w:rsid w:val="00352897"/>
    <w:rsid w:val="00353C41"/>
    <w:rsid w:val="00362E1D"/>
    <w:rsid w:val="00373F6B"/>
    <w:rsid w:val="00376314"/>
    <w:rsid w:val="00376CFE"/>
    <w:rsid w:val="00380F32"/>
    <w:rsid w:val="00381D3E"/>
    <w:rsid w:val="00382E82"/>
    <w:rsid w:val="00385A87"/>
    <w:rsid w:val="00385B2F"/>
    <w:rsid w:val="00386876"/>
    <w:rsid w:val="00390E47"/>
    <w:rsid w:val="003A0F78"/>
    <w:rsid w:val="003B3462"/>
    <w:rsid w:val="003C1E0C"/>
    <w:rsid w:val="003E2E03"/>
    <w:rsid w:val="003E516E"/>
    <w:rsid w:val="003E7761"/>
    <w:rsid w:val="003F4311"/>
    <w:rsid w:val="0040202F"/>
    <w:rsid w:val="00414040"/>
    <w:rsid w:val="0044054D"/>
    <w:rsid w:val="00445D5D"/>
    <w:rsid w:val="00453E8A"/>
    <w:rsid w:val="00454743"/>
    <w:rsid w:val="00456003"/>
    <w:rsid w:val="004647A5"/>
    <w:rsid w:val="00474F02"/>
    <w:rsid w:val="004830C9"/>
    <w:rsid w:val="004A066C"/>
    <w:rsid w:val="004A0E46"/>
    <w:rsid w:val="004A0F0F"/>
    <w:rsid w:val="004B7D74"/>
    <w:rsid w:val="004E0B86"/>
    <w:rsid w:val="004F167F"/>
    <w:rsid w:val="004F39C3"/>
    <w:rsid w:val="004F4802"/>
    <w:rsid w:val="004F4881"/>
    <w:rsid w:val="00515542"/>
    <w:rsid w:val="005224C2"/>
    <w:rsid w:val="00523BEA"/>
    <w:rsid w:val="005312BF"/>
    <w:rsid w:val="00535DE7"/>
    <w:rsid w:val="00550BE6"/>
    <w:rsid w:val="00551A93"/>
    <w:rsid w:val="005638A3"/>
    <w:rsid w:val="00566A78"/>
    <w:rsid w:val="005705BF"/>
    <w:rsid w:val="00592CDD"/>
    <w:rsid w:val="005A3D64"/>
    <w:rsid w:val="005A450E"/>
    <w:rsid w:val="005A6B00"/>
    <w:rsid w:val="005B4667"/>
    <w:rsid w:val="005C02C5"/>
    <w:rsid w:val="005C21C9"/>
    <w:rsid w:val="005C7AFF"/>
    <w:rsid w:val="005D1307"/>
    <w:rsid w:val="005D6105"/>
    <w:rsid w:val="005E269B"/>
    <w:rsid w:val="0060665E"/>
    <w:rsid w:val="0061660A"/>
    <w:rsid w:val="00620CC3"/>
    <w:rsid w:val="00623B1F"/>
    <w:rsid w:val="00632472"/>
    <w:rsid w:val="00643AC4"/>
    <w:rsid w:val="0064518F"/>
    <w:rsid w:val="006529BB"/>
    <w:rsid w:val="00662316"/>
    <w:rsid w:val="006661AF"/>
    <w:rsid w:val="00666EE0"/>
    <w:rsid w:val="00670051"/>
    <w:rsid w:val="00695B5E"/>
    <w:rsid w:val="00696924"/>
    <w:rsid w:val="006A5040"/>
    <w:rsid w:val="006B6B2C"/>
    <w:rsid w:val="006B79B9"/>
    <w:rsid w:val="006C3061"/>
    <w:rsid w:val="006C514E"/>
    <w:rsid w:val="006E5159"/>
    <w:rsid w:val="006F098A"/>
    <w:rsid w:val="00706E6E"/>
    <w:rsid w:val="0071191E"/>
    <w:rsid w:val="00712E6C"/>
    <w:rsid w:val="00715F3A"/>
    <w:rsid w:val="007209E0"/>
    <w:rsid w:val="007269B4"/>
    <w:rsid w:val="00731F9B"/>
    <w:rsid w:val="0074002A"/>
    <w:rsid w:val="007418B8"/>
    <w:rsid w:val="00753B74"/>
    <w:rsid w:val="00754551"/>
    <w:rsid w:val="0075795D"/>
    <w:rsid w:val="007605D8"/>
    <w:rsid w:val="00761AE4"/>
    <w:rsid w:val="00767B73"/>
    <w:rsid w:val="00770A6E"/>
    <w:rsid w:val="00776028"/>
    <w:rsid w:val="007800CC"/>
    <w:rsid w:val="007A69A6"/>
    <w:rsid w:val="007B43EE"/>
    <w:rsid w:val="007C0BD5"/>
    <w:rsid w:val="007C2736"/>
    <w:rsid w:val="007C403D"/>
    <w:rsid w:val="007D12FD"/>
    <w:rsid w:val="007F5827"/>
    <w:rsid w:val="008023D6"/>
    <w:rsid w:val="00807D9B"/>
    <w:rsid w:val="00817E49"/>
    <w:rsid w:val="008275D5"/>
    <w:rsid w:val="00844DAF"/>
    <w:rsid w:val="00851382"/>
    <w:rsid w:val="00853563"/>
    <w:rsid w:val="00855F66"/>
    <w:rsid w:val="00857102"/>
    <w:rsid w:val="00862DBC"/>
    <w:rsid w:val="0088290B"/>
    <w:rsid w:val="008C0EAE"/>
    <w:rsid w:val="008C26CE"/>
    <w:rsid w:val="008C3C02"/>
    <w:rsid w:val="008E06AE"/>
    <w:rsid w:val="008E7688"/>
    <w:rsid w:val="008F06E9"/>
    <w:rsid w:val="00907D45"/>
    <w:rsid w:val="0091244C"/>
    <w:rsid w:val="00912451"/>
    <w:rsid w:val="00915950"/>
    <w:rsid w:val="009164A5"/>
    <w:rsid w:val="0092458F"/>
    <w:rsid w:val="00936CF8"/>
    <w:rsid w:val="009465F7"/>
    <w:rsid w:val="00953C87"/>
    <w:rsid w:val="0095716B"/>
    <w:rsid w:val="00976131"/>
    <w:rsid w:val="00980BA3"/>
    <w:rsid w:val="009A1315"/>
    <w:rsid w:val="009A760C"/>
    <w:rsid w:val="009B26BC"/>
    <w:rsid w:val="009B346A"/>
    <w:rsid w:val="009C660A"/>
    <w:rsid w:val="009C6BB3"/>
    <w:rsid w:val="009C6F66"/>
    <w:rsid w:val="009D6377"/>
    <w:rsid w:val="009D79CD"/>
    <w:rsid w:val="009E0680"/>
    <w:rsid w:val="009E293A"/>
    <w:rsid w:val="009E4369"/>
    <w:rsid w:val="009E6436"/>
    <w:rsid w:val="009F2FBF"/>
    <w:rsid w:val="009F711B"/>
    <w:rsid w:val="009F7445"/>
    <w:rsid w:val="00A12634"/>
    <w:rsid w:val="00A13CBF"/>
    <w:rsid w:val="00A2223E"/>
    <w:rsid w:val="00A27FF5"/>
    <w:rsid w:val="00A31BC8"/>
    <w:rsid w:val="00A40D00"/>
    <w:rsid w:val="00A53197"/>
    <w:rsid w:val="00A56D0F"/>
    <w:rsid w:val="00A769F6"/>
    <w:rsid w:val="00A86CF7"/>
    <w:rsid w:val="00AA0B38"/>
    <w:rsid w:val="00AC3124"/>
    <w:rsid w:val="00AC4BE0"/>
    <w:rsid w:val="00AD6CC4"/>
    <w:rsid w:val="00AD74D7"/>
    <w:rsid w:val="00AE1D5D"/>
    <w:rsid w:val="00AE4990"/>
    <w:rsid w:val="00AF0DE7"/>
    <w:rsid w:val="00AF644F"/>
    <w:rsid w:val="00AF66B2"/>
    <w:rsid w:val="00AF681B"/>
    <w:rsid w:val="00B04D7A"/>
    <w:rsid w:val="00B05D01"/>
    <w:rsid w:val="00B15233"/>
    <w:rsid w:val="00B5489B"/>
    <w:rsid w:val="00B65586"/>
    <w:rsid w:val="00B7046F"/>
    <w:rsid w:val="00B71552"/>
    <w:rsid w:val="00B7289C"/>
    <w:rsid w:val="00B80DE6"/>
    <w:rsid w:val="00B94784"/>
    <w:rsid w:val="00B96119"/>
    <w:rsid w:val="00B97179"/>
    <w:rsid w:val="00BB1052"/>
    <w:rsid w:val="00BC7186"/>
    <w:rsid w:val="00BD2885"/>
    <w:rsid w:val="00BD3175"/>
    <w:rsid w:val="00BD3A69"/>
    <w:rsid w:val="00BE157D"/>
    <w:rsid w:val="00BE4473"/>
    <w:rsid w:val="00C05C7A"/>
    <w:rsid w:val="00C10DE7"/>
    <w:rsid w:val="00C46F48"/>
    <w:rsid w:val="00C502A1"/>
    <w:rsid w:val="00C53029"/>
    <w:rsid w:val="00C577A1"/>
    <w:rsid w:val="00C81A39"/>
    <w:rsid w:val="00C82AD1"/>
    <w:rsid w:val="00C916A3"/>
    <w:rsid w:val="00C978D1"/>
    <w:rsid w:val="00CB085A"/>
    <w:rsid w:val="00CB171B"/>
    <w:rsid w:val="00CB35F7"/>
    <w:rsid w:val="00CC6C98"/>
    <w:rsid w:val="00CE7A19"/>
    <w:rsid w:val="00D01958"/>
    <w:rsid w:val="00D03102"/>
    <w:rsid w:val="00D03BC6"/>
    <w:rsid w:val="00D22014"/>
    <w:rsid w:val="00D327D0"/>
    <w:rsid w:val="00D344D3"/>
    <w:rsid w:val="00D368D4"/>
    <w:rsid w:val="00D459E2"/>
    <w:rsid w:val="00D77FEF"/>
    <w:rsid w:val="00D86BF2"/>
    <w:rsid w:val="00D9180A"/>
    <w:rsid w:val="00D94812"/>
    <w:rsid w:val="00D96085"/>
    <w:rsid w:val="00DA0B49"/>
    <w:rsid w:val="00DA7926"/>
    <w:rsid w:val="00DB1E37"/>
    <w:rsid w:val="00DC4EE1"/>
    <w:rsid w:val="00DD113C"/>
    <w:rsid w:val="00DD7B14"/>
    <w:rsid w:val="00E0787B"/>
    <w:rsid w:val="00E1542E"/>
    <w:rsid w:val="00E278D4"/>
    <w:rsid w:val="00E32BBC"/>
    <w:rsid w:val="00E45B37"/>
    <w:rsid w:val="00E615D2"/>
    <w:rsid w:val="00E63548"/>
    <w:rsid w:val="00E66501"/>
    <w:rsid w:val="00E753B1"/>
    <w:rsid w:val="00E8080E"/>
    <w:rsid w:val="00E84D23"/>
    <w:rsid w:val="00E9188B"/>
    <w:rsid w:val="00E94B22"/>
    <w:rsid w:val="00E97108"/>
    <w:rsid w:val="00EA0A48"/>
    <w:rsid w:val="00EA2ACB"/>
    <w:rsid w:val="00ED4A49"/>
    <w:rsid w:val="00ED5174"/>
    <w:rsid w:val="00ED5F83"/>
    <w:rsid w:val="00EE30B5"/>
    <w:rsid w:val="00EE3E23"/>
    <w:rsid w:val="00EF6CD7"/>
    <w:rsid w:val="00F01554"/>
    <w:rsid w:val="00F12E7F"/>
    <w:rsid w:val="00F1579D"/>
    <w:rsid w:val="00F167CD"/>
    <w:rsid w:val="00F2019C"/>
    <w:rsid w:val="00F374A6"/>
    <w:rsid w:val="00F664CD"/>
    <w:rsid w:val="00F82CFE"/>
    <w:rsid w:val="00F958F6"/>
    <w:rsid w:val="00F97AE0"/>
    <w:rsid w:val="00FA1C80"/>
    <w:rsid w:val="00FA28FA"/>
    <w:rsid w:val="00FA6356"/>
    <w:rsid w:val="00FC58FD"/>
    <w:rsid w:val="00FD2955"/>
    <w:rsid w:val="00FD5429"/>
    <w:rsid w:val="00FD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D65F308"/>
  <w15:chartTrackingRefBased/>
  <w15:docId w15:val="{0F8C37D3-88A3-485D-B5BA-85A3D9EF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314"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paragraph" w:styleId="Listparagraf">
    <w:name w:val="List Paragraph"/>
    <w:aliases w:val="Akapit z listą BS,Outlines a.b.c.,List_Paragraph,Multilevel para_II,Akapit z lista BS,Normal bullet 2,List1"/>
    <w:basedOn w:val="Normal"/>
    <w:uiPriority w:val="34"/>
    <w:qFormat/>
    <w:rsid w:val="00224075"/>
    <w:pPr>
      <w:ind w:left="720"/>
    </w:pPr>
  </w:style>
  <w:style w:type="paragraph" w:customStyle="1" w:styleId="Default">
    <w:name w:val="Default"/>
    <w:rsid w:val="006529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oj-normal">
    <w:name w:val="oj-normal"/>
    <w:basedOn w:val="Normal"/>
    <w:rsid w:val="00DA0B49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customStyle="1" w:styleId="oj-italic">
    <w:name w:val="oj-italic"/>
    <w:rsid w:val="00DA0B49"/>
  </w:style>
  <w:style w:type="character" w:customStyle="1" w:styleId="oj-super">
    <w:name w:val="oj-super"/>
    <w:rsid w:val="00DA0B49"/>
  </w:style>
  <w:style w:type="character" w:customStyle="1" w:styleId="Titlu2Caracter">
    <w:name w:val="Titlu 2 Caracter"/>
    <w:link w:val="Titlu2"/>
    <w:uiPriority w:val="9"/>
    <w:rsid w:val="007C0BD5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4Caracter">
    <w:name w:val="Titlu 4 Caracter"/>
    <w:link w:val="Titlu4"/>
    <w:uiPriority w:val="9"/>
    <w:rsid w:val="0000422F"/>
    <w:rPr>
      <w:rFonts w:ascii="Arial Narrow" w:hAnsi="Arial Narrow"/>
      <w:b/>
      <w:bCs/>
      <w:sz w:val="28"/>
      <w:szCs w:val="28"/>
      <w:lang w:val="ro-RO" w:eastAsia="de-DE"/>
    </w:rPr>
  </w:style>
  <w:style w:type="table" w:styleId="Tabelgril">
    <w:name w:val="Table Grid"/>
    <w:basedOn w:val="TabelNormal"/>
    <w:rsid w:val="00DC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rsid w:val="005B4667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5B4667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5B4667"/>
    <w:rPr>
      <w:rFonts w:ascii="Arial Narrow" w:hAnsi="Arial Narrow"/>
      <w:lang w:val="ro-RO"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5B4667"/>
    <w:rPr>
      <w:b/>
      <w:bCs/>
    </w:rPr>
  </w:style>
  <w:style w:type="character" w:customStyle="1" w:styleId="SubiectComentariuCaracter">
    <w:name w:val="Subiect Comentariu Caracter"/>
    <w:link w:val="SubiectComentariu"/>
    <w:rsid w:val="005B4667"/>
    <w:rPr>
      <w:rFonts w:ascii="Arial Narrow" w:hAnsi="Arial Narrow"/>
      <w:b/>
      <w:bCs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adrcentru.ro" TargetMode="External"/><Relationship Id="rId1" Type="http://schemas.openxmlformats.org/officeDocument/2006/relationships/hyperlink" Target="mailto:office@adrcentru.ro" TargetMode="External"/><Relationship Id="rId6" Type="http://schemas.openxmlformats.org/officeDocument/2006/relationships/image" Target="media/image7.jpeg"/><Relationship Id="rId5" Type="http://schemas.openxmlformats.org/officeDocument/2006/relationships/image" Target="media/image3.jpeg"/><Relationship Id="rId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1D776-9F7C-4694-B425-7D769348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161</TotalTime>
  <Pages>7</Pages>
  <Words>1388</Words>
  <Characters>7914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9284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Ovidia Caba</cp:lastModifiedBy>
  <cp:revision>5</cp:revision>
  <cp:lastPrinted>2022-03-29T08:07:00Z</cp:lastPrinted>
  <dcterms:created xsi:type="dcterms:W3CDTF">2023-08-29T09:49:00Z</dcterms:created>
  <dcterms:modified xsi:type="dcterms:W3CDTF">2024-04-29T11:04:00Z</dcterms:modified>
</cp:coreProperties>
</file>